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36E" w:rsidRPr="005D3A72" w:rsidRDefault="00C7636E" w:rsidP="00C7636E">
      <w:pPr>
        <w:jc w:val="center"/>
        <w:rPr>
          <w:rFonts w:ascii="Jokerman" w:hAnsi="Jokerman"/>
          <w:color w:val="FF0000"/>
          <w:sz w:val="48"/>
          <w:szCs w:val="48"/>
        </w:rPr>
      </w:pPr>
      <w:r w:rsidRPr="005D3A72">
        <w:rPr>
          <w:rFonts w:ascii="Jokerman" w:hAnsi="Jokerman"/>
          <w:color w:val="FF0000"/>
          <w:sz w:val="48"/>
          <w:szCs w:val="48"/>
        </w:rPr>
        <w:t>SIMILES AND METAPHORS</w:t>
      </w:r>
    </w:p>
    <w:p w:rsidR="00C7636E" w:rsidRDefault="00C7636E" w:rsidP="00C7636E"/>
    <w:p w:rsidR="00C7636E" w:rsidRPr="00C7636E" w:rsidRDefault="009859E7" w:rsidP="00C7636E">
      <w:pPr>
        <w:ind w:left="2160"/>
        <w:rPr>
          <w:rFonts w:ascii="Comic Sans MS" w:hAnsi="Comic Sans MS"/>
          <w:color w:val="auto"/>
          <w:sz w:val="36"/>
          <w:szCs w:val="36"/>
        </w:rPr>
      </w:pPr>
      <w:r>
        <w:rPr>
          <w:color w:val="auto"/>
          <w:kern w:val="0"/>
          <w:sz w:val="24"/>
          <w:szCs w:val="24"/>
          <w14:ligatures w14:val="none"/>
          <w14:cntxtAlts w14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2.2pt;margin-top:2.85pt;width:112.05pt;height:132.35pt;z-index:251662336" o:cliptowrap="t">
            <v:imagedata r:id="rId6" o:title="" croptop="8890f" cropbottom="2979f" cropright="5872f"/>
          </v:shape>
          <o:OLEObject Type="Embed" ProgID="Word.Document.8" ShapeID="_x0000_s1026" DrawAspect="Content" ObjectID="_1366620455" r:id="rId7"/>
        </w:pict>
      </w:r>
      <w:r w:rsidR="00C7636E">
        <w:rPr>
          <w:rFonts w:ascii="Comic Sans MS" w:hAnsi="Comic Sans MS"/>
          <w:color w:val="0070C0"/>
          <w:sz w:val="36"/>
          <w:szCs w:val="36"/>
        </w:rPr>
        <w:t>Blue:</w:t>
      </w:r>
      <w:r w:rsidR="00C7636E">
        <w:rPr>
          <w:rFonts w:ascii="Comic Sans MS" w:hAnsi="Comic Sans MS"/>
          <w:color w:val="auto"/>
          <w:sz w:val="36"/>
          <w:szCs w:val="36"/>
        </w:rPr>
        <w:t xml:space="preserve"> is like the fresh sky blowing around you.</w:t>
      </w:r>
    </w:p>
    <w:p w:rsidR="00C7636E" w:rsidRDefault="00C7636E" w:rsidP="00C7636E">
      <w:pPr>
        <w:ind w:left="2160"/>
        <w:rPr>
          <w:rFonts w:ascii="Comic Sans MS" w:hAnsi="Comic Sans MS"/>
          <w:color w:val="auto"/>
          <w:sz w:val="36"/>
          <w:szCs w:val="36"/>
        </w:rPr>
      </w:pPr>
      <w:r w:rsidRPr="00C7636E">
        <w:rPr>
          <w:rFonts w:ascii="Comic Sans MS" w:hAnsi="Comic Sans MS"/>
          <w:color w:val="FF0000"/>
          <w:sz w:val="36"/>
          <w:szCs w:val="36"/>
        </w:rPr>
        <w:t>Red:</w:t>
      </w:r>
      <w:r>
        <w:rPr>
          <w:rFonts w:ascii="Comic Sans MS" w:hAnsi="Comic Sans MS"/>
          <w:color w:val="auto"/>
          <w:sz w:val="36"/>
          <w:szCs w:val="36"/>
        </w:rPr>
        <w:t xml:space="preserve"> is like your blood dripping all over your hard head.</w:t>
      </w:r>
    </w:p>
    <w:p w:rsidR="00C7636E" w:rsidRPr="00C7636E" w:rsidRDefault="00C7636E" w:rsidP="00C7636E">
      <w:pPr>
        <w:ind w:left="2160"/>
        <w:rPr>
          <w:rFonts w:ascii="Comic Sans MS" w:hAnsi="Comic Sans MS"/>
          <w:color w:val="auto"/>
          <w:sz w:val="36"/>
          <w:szCs w:val="36"/>
        </w:rPr>
      </w:pPr>
      <w:r w:rsidRPr="00C7636E">
        <w:rPr>
          <w:rFonts w:ascii="Comic Sans MS" w:hAnsi="Comic Sans MS"/>
          <w:color w:val="8064A2" w:themeColor="accent4"/>
          <w:sz w:val="36"/>
          <w:szCs w:val="36"/>
        </w:rPr>
        <w:t xml:space="preserve">Purple: </w:t>
      </w:r>
      <w:r>
        <w:rPr>
          <w:rFonts w:ascii="Comic Sans MS" w:hAnsi="Comic Sans MS"/>
          <w:color w:val="auto"/>
          <w:sz w:val="36"/>
          <w:szCs w:val="36"/>
        </w:rPr>
        <w:t>is like the how world is turning evil.</w:t>
      </w:r>
    </w:p>
    <w:p w:rsidR="00C7636E" w:rsidRDefault="00C7636E" w:rsidP="00C7636E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C7636E" w:rsidRDefault="009859E7" w:rsidP="00C7636E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color w:val="00B050"/>
          <w:kern w:val="0"/>
          <w:sz w:val="24"/>
          <w:szCs w:val="24"/>
          <w14:ligatures w14:val="none"/>
          <w14:cntxtAlts w14:val="0"/>
        </w:rPr>
        <w:pict>
          <v:shape id="_x0000_s1027" type="#_x0000_t75" style="position:absolute;left:0;text-align:left;margin-left:-18.95pt;margin-top:5.05pt;width:108.8pt;height:74.2pt;z-index:251663360;mso-position-horizontal-relative:text;mso-position-vertical-relative:text" o:cliptowrap="t">
            <v:imagedata r:id="rId8" o:title="" croptop="12308f" cropbottom="7074f" cropleft="1376f" cropright="3612f"/>
          </v:shape>
          <o:OLEObject Type="Embed" ProgID="Word.Document.8" ShapeID="_x0000_s1027" DrawAspect="Content" ObjectID="_1366620456" r:id="rId9"/>
        </w:pict>
      </w:r>
      <w:r w:rsidR="00C7636E" w:rsidRPr="00C7636E">
        <w:rPr>
          <w:rFonts w:ascii="Comic Sans MS" w:hAnsi="Comic Sans MS"/>
          <w:color w:val="00B050"/>
          <w:sz w:val="36"/>
          <w:szCs w:val="36"/>
        </w:rPr>
        <w:t xml:space="preserve">Green: </w:t>
      </w:r>
      <w:r w:rsidR="00C7636E">
        <w:rPr>
          <w:rFonts w:ascii="Comic Sans MS" w:hAnsi="Comic Sans MS"/>
          <w:color w:val="000000" w:themeColor="text1"/>
          <w:sz w:val="36"/>
          <w:szCs w:val="36"/>
        </w:rPr>
        <w:t>is as pretty as a lollipop.</w:t>
      </w:r>
    </w:p>
    <w:p w:rsidR="00C7636E" w:rsidRDefault="00C7636E" w:rsidP="00C7636E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 w:rsidRPr="00C7636E">
        <w:rPr>
          <w:rFonts w:ascii="Comic Sans MS" w:hAnsi="Comic Sans MS"/>
          <w:color w:val="FF66CC"/>
          <w:sz w:val="36"/>
          <w:szCs w:val="36"/>
        </w:rPr>
        <w:t>Pink:</w:t>
      </w:r>
      <w:r>
        <w:rPr>
          <w:rFonts w:ascii="Comic Sans MS" w:hAnsi="Comic Sans MS"/>
          <w:color w:val="000000" w:themeColor="text1"/>
          <w:sz w:val="36"/>
          <w:szCs w:val="36"/>
        </w:rPr>
        <w:t xml:space="preserve"> is as nice as a rose.</w:t>
      </w:r>
    </w:p>
    <w:p w:rsidR="00C7636E" w:rsidRDefault="00DE6455" w:rsidP="00C7636E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 w:rsidRPr="00DE6455">
        <w:rPr>
          <w:rFonts w:ascii="Comic Sans MS" w:hAnsi="Comic Sans MS"/>
          <w:color w:val="FFC000"/>
          <w:sz w:val="36"/>
          <w:szCs w:val="36"/>
        </w:rPr>
        <w:t xml:space="preserve">Yellow: </w:t>
      </w:r>
      <w:r>
        <w:rPr>
          <w:rFonts w:ascii="Comic Sans MS" w:hAnsi="Comic Sans MS"/>
          <w:color w:val="000000" w:themeColor="text1"/>
          <w:sz w:val="36"/>
          <w:szCs w:val="36"/>
        </w:rPr>
        <w:t xml:space="preserve">looks as warm as a lightbowb. </w:t>
      </w:r>
    </w:p>
    <w:p w:rsidR="00C7636E" w:rsidRDefault="00C7636E" w:rsidP="00C7636E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DE6455" w:rsidRDefault="00DE6455" w:rsidP="00C7636E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 w:rsidRPr="00DE6455">
        <w:rPr>
          <w:rFonts w:ascii="Comic Sans MS" w:hAnsi="Comic Sans MS"/>
          <w:b/>
          <w:color w:val="4F81BD" w:themeColor="accent1"/>
          <w:sz w:val="36"/>
          <w:szCs w:val="36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>White</w:t>
      </w:r>
      <w:r w:rsidRPr="00DE6455">
        <w:rPr>
          <w:b/>
          <w:noProof/>
          <w:color w:val="4F81BD" w:themeColor="accent1"/>
          <w:kern w:val="0"/>
          <w:sz w:val="24"/>
          <w:szCs w:val="24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  <w14:ligatures w14:val="none"/>
          <w14:cntxtAlts w14:val="0"/>
        </w:rPr>
        <w:drawing>
          <wp:anchor distT="0" distB="0" distL="114300" distR="114300" simplePos="0" relativeHeight="251660288" behindDoc="0" locked="0" layoutInCell="1" allowOverlap="1" wp14:anchorId="11A2EDE2" wp14:editId="328CA2C9">
            <wp:simplePos x="0" y="0"/>
            <wp:positionH relativeFrom="column">
              <wp:posOffset>-210185</wp:posOffset>
            </wp:positionH>
            <wp:positionV relativeFrom="paragraph">
              <wp:posOffset>165735</wp:posOffset>
            </wp:positionV>
            <wp:extent cx="866775" cy="158877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61" t="15292" r="12781" b="44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588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6455">
        <w:rPr>
          <w:rFonts w:ascii="Comic Sans MS" w:hAnsi="Comic Sans MS"/>
          <w:b/>
          <w:color w:val="4F81BD" w:themeColor="accent1"/>
          <w:sz w:val="36"/>
          <w:szCs w:val="36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>:</w:t>
      </w:r>
      <w:r>
        <w:rPr>
          <w:rFonts w:ascii="Comic Sans MS" w:hAnsi="Comic Sans MS"/>
          <w:color w:val="000000" w:themeColor="text1"/>
          <w:sz w:val="36"/>
          <w:szCs w:val="36"/>
        </w:rPr>
        <w:t xml:space="preserve"> is as clear as drizzling sea water.</w:t>
      </w:r>
    </w:p>
    <w:p w:rsidR="00C7636E" w:rsidRDefault="00DE6455" w:rsidP="00C7636E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 w:rsidRPr="00DE6455">
        <w:rPr>
          <w:rFonts w:ascii="Comic Sans MS" w:hAnsi="Comic Sans MS"/>
          <w:color w:val="984806" w:themeColor="accent6" w:themeShade="80"/>
          <w:sz w:val="36"/>
          <w:szCs w:val="36"/>
        </w:rPr>
        <w:t xml:space="preserve">Brown: </w:t>
      </w:r>
      <w:r>
        <w:rPr>
          <w:rFonts w:ascii="Comic Sans MS" w:hAnsi="Comic Sans MS"/>
          <w:color w:val="000000" w:themeColor="text1"/>
          <w:sz w:val="36"/>
          <w:szCs w:val="36"/>
        </w:rPr>
        <w:t>is as loud as chipping wood.</w:t>
      </w:r>
    </w:p>
    <w:p w:rsidR="009859E7" w:rsidRDefault="009859E7" w:rsidP="00C7636E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 w:rsidRPr="009859E7">
        <w:rPr>
          <w:rFonts w:ascii="Comic Sans MS" w:hAnsi="Comic Sans MS"/>
          <w:color w:val="FF6600"/>
          <w:sz w:val="36"/>
          <w:szCs w:val="36"/>
        </w:rPr>
        <w:t>Orange:</w:t>
      </w:r>
      <w:r>
        <w:rPr>
          <w:rFonts w:ascii="Comic Sans MS" w:hAnsi="Comic Sans MS"/>
          <w:color w:val="000000" w:themeColor="text1"/>
          <w:sz w:val="36"/>
          <w:szCs w:val="36"/>
        </w:rPr>
        <w:t xml:space="preserve"> is as chirping as a rainbow.</w:t>
      </w:r>
    </w:p>
    <w:p w:rsidR="009859E7" w:rsidRDefault="009859E7" w:rsidP="00C7636E">
      <w:pPr>
        <w:ind w:left="2160"/>
        <w:rPr>
          <w:rFonts w:ascii="Comic Sans MS" w:hAnsi="Comic Sans MS"/>
          <w:color w:val="auto"/>
          <w:sz w:val="36"/>
          <w:szCs w:val="36"/>
        </w:rPr>
      </w:pPr>
      <w:r>
        <w:rPr>
          <w:rFonts w:ascii="Comic Sans MS" w:hAnsi="Comic Sans MS"/>
          <w:color w:val="auto"/>
          <w:sz w:val="36"/>
          <w:szCs w:val="36"/>
        </w:rPr>
        <w:t>Blue: tastes like the thundering air.</w:t>
      </w:r>
    </w:p>
    <w:p w:rsidR="009859E7" w:rsidRDefault="009859E7" w:rsidP="00C7636E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rFonts w:ascii="Comic Sans MS" w:hAnsi="Comic Sans MS"/>
          <w:color w:val="auto"/>
          <w:sz w:val="36"/>
          <w:szCs w:val="36"/>
        </w:rPr>
        <w:t>Velvet:</w:t>
      </w:r>
      <w:r>
        <w:rPr>
          <w:rFonts w:ascii="Comic Sans MS" w:hAnsi="Comic Sans MS"/>
          <w:color w:val="000000" w:themeColor="text1"/>
          <w:sz w:val="36"/>
          <w:szCs w:val="36"/>
        </w:rPr>
        <w:t xml:space="preserve"> is as sweet as candy.</w:t>
      </w:r>
    </w:p>
    <w:p w:rsidR="00C7636E" w:rsidRDefault="009859E7" w:rsidP="00C7636E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rFonts w:ascii="Comic Sans MS" w:hAnsi="Comic Sans MS"/>
          <w:color w:val="000000" w:themeColor="text1"/>
          <w:sz w:val="36"/>
          <w:szCs w:val="36"/>
        </w:rPr>
        <w:t xml:space="preserve">         </w:t>
      </w:r>
    </w:p>
    <w:p w:rsidR="00C7636E" w:rsidRDefault="00C7636E" w:rsidP="00C7636E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C7636E" w:rsidRDefault="00C7636E" w:rsidP="00C7636E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C7636E" w:rsidRDefault="00C7636E" w:rsidP="00C7636E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C7636E" w:rsidRDefault="00C7636E" w:rsidP="00C7636E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61312" behindDoc="0" locked="0" layoutInCell="1" allowOverlap="1" wp14:anchorId="6B958088" wp14:editId="6170CB47">
            <wp:simplePos x="0" y="0"/>
            <wp:positionH relativeFrom="column">
              <wp:posOffset>-542290</wp:posOffset>
            </wp:positionH>
            <wp:positionV relativeFrom="paragraph">
              <wp:posOffset>232410</wp:posOffset>
            </wp:positionV>
            <wp:extent cx="1203960" cy="13017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" t="14815" r="10236" b="92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30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636E" w:rsidRDefault="009859E7" w:rsidP="00C7636E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 w:rsidRPr="009859E7">
        <w:rPr>
          <w:rFonts w:ascii="Comic Sans MS" w:hAnsi="Comic Sans MS"/>
          <w:color w:val="00B050"/>
          <w:sz w:val="36"/>
          <w:szCs w:val="36"/>
        </w:rPr>
        <w:t xml:space="preserve">Green: </w:t>
      </w:r>
      <w:r>
        <w:rPr>
          <w:rFonts w:ascii="Comic Sans MS" w:hAnsi="Comic Sans MS"/>
          <w:color w:val="000000" w:themeColor="text1"/>
          <w:sz w:val="36"/>
          <w:szCs w:val="36"/>
        </w:rPr>
        <w:t>is as fresh and beautiful.</w:t>
      </w:r>
    </w:p>
    <w:p w:rsidR="00C7636E" w:rsidRDefault="009859E7" w:rsidP="00C7636E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 w:rsidRPr="009859E7">
        <w:rPr>
          <w:rFonts w:ascii="Comic Sans MS" w:hAnsi="Comic Sans MS"/>
          <w:color w:val="7030A0"/>
          <w:sz w:val="36"/>
          <w:szCs w:val="36"/>
        </w:rPr>
        <w:t xml:space="preserve">Purple: </w:t>
      </w:r>
      <w:r>
        <w:rPr>
          <w:rFonts w:ascii="Comic Sans MS" w:hAnsi="Comic Sans MS"/>
          <w:color w:val="000000" w:themeColor="text1"/>
          <w:sz w:val="36"/>
          <w:szCs w:val="36"/>
        </w:rPr>
        <w:t>is like a grape smelling tree.</w:t>
      </w:r>
    </w:p>
    <w:p w:rsidR="00C7636E" w:rsidRDefault="009859E7" w:rsidP="00C7636E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rFonts w:ascii="Comic Sans MS" w:hAnsi="Comic Sans MS"/>
          <w:color w:val="000000" w:themeColor="text1"/>
          <w:sz w:val="36"/>
          <w:szCs w:val="36"/>
        </w:rPr>
        <w:t>Red: smells as nice as cherries on Christmas day.</w:t>
      </w:r>
    </w:p>
    <w:p w:rsidR="00C7636E" w:rsidRDefault="00C7636E" w:rsidP="00C7636E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C7636E" w:rsidRDefault="00C7636E" w:rsidP="00C7636E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C7636E" w:rsidRDefault="00C7636E" w:rsidP="00C7636E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C7636E" w:rsidRDefault="009859E7" w:rsidP="00C7636E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9264" behindDoc="0" locked="0" layoutInCell="1" allowOverlap="1" wp14:anchorId="285BAA90" wp14:editId="5FAB1E64">
            <wp:simplePos x="0" y="0"/>
            <wp:positionH relativeFrom="column">
              <wp:posOffset>-205740</wp:posOffset>
            </wp:positionH>
            <wp:positionV relativeFrom="paragraph">
              <wp:posOffset>134620</wp:posOffset>
            </wp:positionV>
            <wp:extent cx="1371600" cy="983615"/>
            <wp:effectExtent l="0" t="0" r="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85" r="9448" b="13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83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59E7" w:rsidRPr="009859E7" w:rsidRDefault="009859E7" w:rsidP="009859E7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 w:rsidRPr="009859E7">
        <w:rPr>
          <w:rFonts w:ascii="Comic Sans MS" w:hAnsi="Comic Sans MS"/>
          <w:color w:val="00B0F0"/>
          <w:sz w:val="36"/>
          <w:szCs w:val="36"/>
        </w:rPr>
        <w:t xml:space="preserve">Blue: </w:t>
      </w:r>
      <w:r w:rsidRPr="009859E7">
        <w:rPr>
          <w:rFonts w:ascii="Comic Sans MS" w:hAnsi="Comic Sans MS"/>
          <w:color w:val="000000" w:themeColor="text1"/>
          <w:sz w:val="36"/>
          <w:szCs w:val="36"/>
        </w:rPr>
        <w:t>tastes like the thundering air.</w:t>
      </w:r>
    </w:p>
    <w:p w:rsidR="009859E7" w:rsidRPr="009859E7" w:rsidRDefault="009859E7" w:rsidP="009859E7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 w:rsidRPr="009859E7">
        <w:rPr>
          <w:rFonts w:ascii="Comic Sans MS" w:hAnsi="Comic Sans MS"/>
          <w:b/>
          <w:caps/>
          <w:color w:val="000000" w:themeColor="text1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Velvet:</w:t>
      </w:r>
      <w:r w:rsidRPr="009859E7">
        <w:rPr>
          <w:rFonts w:ascii="Comic Sans MS" w:hAnsi="Comic Sans MS"/>
          <w:color w:val="000000" w:themeColor="text1"/>
          <w:sz w:val="36"/>
          <w:szCs w:val="36"/>
        </w:rPr>
        <w:t xml:space="preserve"> is as sweet as candy.</w:t>
      </w:r>
    </w:p>
    <w:p w:rsidR="00C7636E" w:rsidRDefault="009859E7" w:rsidP="009859E7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 w:rsidRPr="009859E7">
        <w:rPr>
          <w:rFonts w:ascii="Comic Sans MS" w:hAnsi="Comic Sans MS"/>
          <w:color w:val="FF66FF"/>
          <w:sz w:val="36"/>
          <w:szCs w:val="36"/>
        </w:rPr>
        <w:t>Pink:</w:t>
      </w:r>
      <w:r>
        <w:rPr>
          <w:rFonts w:ascii="Comic Sans MS" w:hAnsi="Comic Sans MS"/>
          <w:color w:val="000000" w:themeColor="text1"/>
          <w:sz w:val="36"/>
          <w:szCs w:val="36"/>
        </w:rPr>
        <w:t xml:space="preserve"> is as nice as velvet cake.</w:t>
      </w:r>
      <w:r w:rsidRPr="009859E7">
        <w:rPr>
          <w:rFonts w:ascii="Comic Sans MS" w:hAnsi="Comic Sans MS"/>
          <w:color w:val="000000" w:themeColor="text1"/>
          <w:sz w:val="36"/>
          <w:szCs w:val="36"/>
        </w:rPr>
        <w:t xml:space="preserve">         </w:t>
      </w:r>
    </w:p>
    <w:p w:rsidR="00CB68FB" w:rsidRDefault="00CB68FB"/>
    <w:p w:rsidR="00C7636E" w:rsidRDefault="00C7636E"/>
    <w:p w:rsidR="00C7636E" w:rsidRDefault="00C7636E"/>
    <w:p w:rsidR="00C7636E" w:rsidRDefault="00C7636E"/>
    <w:p w:rsidR="00C7636E" w:rsidRDefault="00C7636E"/>
    <w:p w:rsidR="00C7636E" w:rsidRDefault="00C7636E"/>
    <w:p w:rsidR="00C7636E" w:rsidRPr="005D3A72" w:rsidRDefault="00C7636E" w:rsidP="00C7636E">
      <w:pPr>
        <w:rPr>
          <w:rFonts w:ascii="Franklin Gothic Book" w:hAnsi="Franklin Gothic Book"/>
          <w:b/>
          <w:i/>
          <w:sz w:val="28"/>
          <w:szCs w:val="28"/>
        </w:rPr>
      </w:pPr>
      <w:r w:rsidRPr="005D3A72">
        <w:rPr>
          <w:rFonts w:ascii="Franklin Gothic Book" w:hAnsi="Franklin Gothic Book"/>
          <w:b/>
          <w:i/>
          <w:sz w:val="28"/>
          <w:szCs w:val="28"/>
        </w:rPr>
        <w:t>WALT: write metaphors and similes using interesting adjectives.</w:t>
      </w:r>
    </w:p>
    <w:p w:rsidR="00C7636E" w:rsidRPr="005D3A72" w:rsidRDefault="00C7636E" w:rsidP="00C7636E">
      <w:pPr>
        <w:rPr>
          <w:rFonts w:ascii="Franklin Gothic Book" w:hAnsi="Franklin Gothic Book"/>
          <w:i/>
          <w:sz w:val="28"/>
          <w:szCs w:val="28"/>
        </w:rPr>
      </w:pPr>
    </w:p>
    <w:p w:rsidR="00C7636E" w:rsidRPr="0082147B" w:rsidRDefault="00C7636E" w:rsidP="00C7636E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  <w:highlight w:val="yellow"/>
        </w:rPr>
      </w:pPr>
      <w:r w:rsidRPr="0082147B">
        <w:rPr>
          <w:rFonts w:ascii="Franklin Gothic Book" w:hAnsi="Franklin Gothic Book"/>
          <w:sz w:val="28"/>
          <w:szCs w:val="28"/>
          <w:highlight w:val="yellow"/>
        </w:rPr>
        <w:t>Includes a noun that relates to the subject</w:t>
      </w:r>
    </w:p>
    <w:p w:rsidR="00C7636E" w:rsidRPr="0082147B" w:rsidRDefault="00C7636E" w:rsidP="00C7636E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  <w:highlight w:val="yellow"/>
        </w:rPr>
      </w:pPr>
      <w:r w:rsidRPr="0082147B">
        <w:rPr>
          <w:rFonts w:ascii="Franklin Gothic Book" w:hAnsi="Franklin Gothic Book"/>
          <w:sz w:val="28"/>
          <w:szCs w:val="28"/>
          <w:highlight w:val="yellow"/>
        </w:rPr>
        <w:t>An interesting adjective should come before each noun</w:t>
      </w:r>
    </w:p>
    <w:p w:rsidR="00C7636E" w:rsidRPr="0082147B" w:rsidRDefault="00C7636E" w:rsidP="00C7636E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  <w:highlight w:val="yellow"/>
        </w:rPr>
      </w:pPr>
      <w:r w:rsidRPr="0082147B">
        <w:rPr>
          <w:rFonts w:ascii="Franklin Gothic Book" w:hAnsi="Franklin Gothic Book"/>
          <w:sz w:val="28"/>
          <w:szCs w:val="28"/>
          <w:highlight w:val="yellow"/>
        </w:rPr>
        <w:t>Use the key words (‘is’, ‘as’, ‘like’)</w:t>
      </w:r>
    </w:p>
    <w:p w:rsidR="00C7636E" w:rsidRPr="0082147B" w:rsidRDefault="00C7636E" w:rsidP="00C7636E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  <w:highlight w:val="yellow"/>
        </w:rPr>
      </w:pPr>
      <w:r w:rsidRPr="0082147B">
        <w:rPr>
          <w:rFonts w:ascii="Franklin Gothic Book" w:hAnsi="Franklin Gothic Book"/>
          <w:sz w:val="28"/>
          <w:szCs w:val="28"/>
          <w:highlight w:val="yellow"/>
        </w:rPr>
        <w:t>Language creates an image in the readers mind</w:t>
      </w:r>
    </w:p>
    <w:p w:rsidR="00C7636E" w:rsidRPr="0082147B" w:rsidRDefault="00C7636E" w:rsidP="00C7636E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  <w:highlight w:val="yellow"/>
        </w:rPr>
      </w:pPr>
      <w:r w:rsidRPr="0082147B">
        <w:rPr>
          <w:rFonts w:ascii="Franklin Gothic Book" w:hAnsi="Franklin Gothic Book"/>
          <w:sz w:val="28"/>
          <w:szCs w:val="28"/>
          <w:highlight w:val="yellow"/>
        </w:rPr>
        <w:t>Analogy should make sense</w:t>
      </w:r>
    </w:p>
    <w:p w:rsidR="00C7636E" w:rsidRPr="005D3A72" w:rsidRDefault="00C7636E" w:rsidP="00C7636E">
      <w:pPr>
        <w:rPr>
          <w:rFonts w:ascii="Franklin Gothic Book" w:hAnsi="Franklin Gothic Book"/>
          <w:sz w:val="28"/>
          <w:szCs w:val="28"/>
        </w:rPr>
      </w:pPr>
    </w:p>
    <w:p w:rsidR="00C7636E" w:rsidRPr="005D3A72" w:rsidRDefault="00C7636E" w:rsidP="00C7636E">
      <w:pPr>
        <w:rPr>
          <w:rFonts w:ascii="Franklin Gothic Book" w:hAnsi="Franklin Gothic Book"/>
          <w:b/>
          <w:sz w:val="28"/>
          <w:szCs w:val="28"/>
        </w:rPr>
      </w:pPr>
    </w:p>
    <w:p w:rsidR="00C7636E" w:rsidRPr="005D3A72" w:rsidRDefault="00C7636E" w:rsidP="00C7636E">
      <w:pPr>
        <w:rPr>
          <w:rFonts w:ascii="Franklin Gothic Book" w:hAnsi="Franklin Gothic Book"/>
          <w:b/>
          <w:sz w:val="28"/>
          <w:szCs w:val="28"/>
        </w:rPr>
      </w:pPr>
      <w:r w:rsidRPr="005D3A72">
        <w:rPr>
          <w:rFonts w:ascii="Franklin Gothic Book" w:hAnsi="Franklin Gothic Book"/>
          <w:b/>
          <w:sz w:val="28"/>
          <w:szCs w:val="28"/>
        </w:rPr>
        <w:t>REFLECTIVE COMMENT:</w:t>
      </w:r>
      <w:r w:rsidR="0082147B">
        <w:rPr>
          <w:rFonts w:ascii="Franklin Gothic Book" w:hAnsi="Franklin Gothic Book"/>
          <w:b/>
          <w:sz w:val="28"/>
          <w:szCs w:val="28"/>
        </w:rPr>
        <w:t xml:space="preserve"> I think it was hard to think of metaphors in in my writing.</w:t>
      </w:r>
      <w:bookmarkStart w:id="0" w:name="_GoBack"/>
      <w:bookmarkEnd w:id="0"/>
    </w:p>
    <w:p w:rsidR="00C7636E" w:rsidRDefault="00C7636E"/>
    <w:sectPr w:rsidR="00C763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8425E"/>
    <w:multiLevelType w:val="hybridMultilevel"/>
    <w:tmpl w:val="A3B842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36E"/>
    <w:rsid w:val="0082147B"/>
    <w:rsid w:val="009859E7"/>
    <w:rsid w:val="00C7636E"/>
    <w:rsid w:val="00CB68FB"/>
    <w:rsid w:val="00DE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36E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636E"/>
    <w:pPr>
      <w:ind w:left="720"/>
      <w:contextualSpacing/>
    </w:pPr>
    <w:rPr>
      <w:color w:val="auto"/>
      <w:kern w:val="0"/>
      <w:sz w:val="24"/>
      <w:szCs w:val="24"/>
      <w:lang w:val="en-US" w:eastAsia="en-US"/>
      <w14:ligatures w14:val="none"/>
      <w14:cntxtAlts w14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36E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636E"/>
    <w:pPr>
      <w:ind w:left="720"/>
      <w:contextualSpacing/>
    </w:pPr>
    <w:rPr>
      <w:color w:val="auto"/>
      <w:kern w:val="0"/>
      <w:sz w:val="24"/>
      <w:szCs w:val="24"/>
      <w:lang w:val="en-US" w:eastAsia="en-US"/>
      <w14:ligatures w14:val="none"/>
      <w14:cntxtAlts w14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Microsoft_Word_97_-_2003_Document1.doc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oleObject" Target="embeddings/Microsoft_Word_97_-_2003_Document2.doc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2F6B6E11</Template>
  <TotalTime>25</TotalTime>
  <Pages>2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dcterms:created xsi:type="dcterms:W3CDTF">2011-04-07T02:02:00Z</dcterms:created>
  <dcterms:modified xsi:type="dcterms:W3CDTF">2011-05-11T00:01:00Z</dcterms:modified>
</cp:coreProperties>
</file>